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62B1EBD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CE6FB8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BFADD8C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860C6" w:rsidRPr="00EB137C">
        <w:rPr>
          <w:rFonts w:cstheme="minorHAnsi"/>
          <w:noProof/>
          <w:szCs w:val="18"/>
          <w:lang w:eastAsia="pl-PL"/>
        </w:rPr>
        <w:t>POST/DYS/OW/GZ/00181/2026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860C6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F8960CD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860C6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32E288DC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C860C6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454D53B0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860C6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C860C6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3898B06D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C860C6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C860C6" w:rsidRPr="00EB137C">
        <w:rPr>
          <w:rFonts w:cstheme="minorHAnsi"/>
          <w:b/>
          <w:noProof/>
        </w:rPr>
        <w:t>POST/DYS/OW/GZ/00181/2026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5C84E84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860C6" w:rsidRPr="00EB137C">
        <w:rPr>
          <w:rFonts w:cstheme="minorHAnsi"/>
          <w:noProof/>
          <w:lang w:eastAsia="pl-PL"/>
        </w:rPr>
        <w:t>POST/DYS/OW/GZ/00181/2026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860C6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330BC1B1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860C6" w:rsidRPr="00EB137C">
        <w:rPr>
          <w:rFonts w:cstheme="minorHAnsi"/>
          <w:noProof/>
          <w:lang w:eastAsia="pl-PL"/>
        </w:rPr>
        <w:t>POST/DYS/OW/GZ/00181/2026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860C6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7A48734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C860C6" w:rsidRPr="00EB137C">
        <w:rPr>
          <w:rFonts w:cstheme="minorHAnsi"/>
          <w:noProof/>
          <w:lang w:eastAsia="pl-PL"/>
        </w:rPr>
        <w:t>POST/DYS/OW/GZ/00181/2026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C860C6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505CEAB2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860C6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R39: Miasto i Gmina Garwolin, Gmina Borowie, Gmina Miastków Kościelny, Gmina Parysów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A9137D0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860C6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POST/DYS/OW/GZ/00181/2026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BB3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A7167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2BE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60C6"/>
    <w:rsid w:val="00C874E6"/>
    <w:rsid w:val="00CB2D26"/>
    <w:rsid w:val="00CB3A6F"/>
    <w:rsid w:val="00CC1406"/>
    <w:rsid w:val="00CC1828"/>
    <w:rsid w:val="00CD2022"/>
    <w:rsid w:val="00CE2F55"/>
    <w:rsid w:val="00CE6FB8"/>
    <w:rsid w:val="00CF1059"/>
    <w:rsid w:val="00D03C12"/>
    <w:rsid w:val="00D10930"/>
    <w:rsid w:val="00D1247E"/>
    <w:rsid w:val="00D16719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0513B"/>
    <w:rsid w:val="00F21DD8"/>
    <w:rsid w:val="00F25128"/>
    <w:rsid w:val="00F32BD1"/>
    <w:rsid w:val="00F3414F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1C4C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181_zał nr 4, 6, 7, 8, 11 do SWZ.docx</dmsv2BaseFileName>
    <dmsv2BaseDisplayName xmlns="http://schemas.microsoft.com/sharepoint/v3">181_zał nr 4, 6, 7, 8, 11 do SWZ</dmsv2BaseDisplayName>
    <dmsv2SWPP2ObjectNumber xmlns="http://schemas.microsoft.com/sharepoint/v3">POST/DYS/OW/GZ/00181/2026                         </dmsv2SWPP2ObjectNumber>
    <dmsv2SWPP2SumMD5 xmlns="http://schemas.microsoft.com/sharepoint/v3">3c493f5b6d33b8f854aa68513e8a4084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24187141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JEUP5JKVCYQC-1398355148-10415</_dlc_DocId>
    <_dlc_DocIdUrl xmlns="a19cb1c7-c5c7-46d4-85ae-d83685407bba">
      <Url>https://swpp2.dms.gkpge.pl/sites/41/_layouts/15/DocIdRedir.aspx?ID=JEUP5JKVCYQC-1398355148-10415</Url>
      <Description>JEUP5JKVCYQC-1398355148-10415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64F17BB-DC7C-4858-884C-E37451E69701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A1FD0EE-0533-4E37-B531-E6BEBD3F42B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5253</Words>
  <Characters>31519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2026-01-26T08:47:00Z</dcterms:created>
  <dcterms:modified xsi:type="dcterms:W3CDTF">2026-01-26T08:49:00Z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ca055eca-6dbc-4891-a044-4bee948ed143</vt:lpwstr>
  </property>
</Properties>
</file>